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40F57B" w14:textId="77777777" w:rsidR="006E5D65" w:rsidRPr="00664DD3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664DD3">
        <w:rPr>
          <w:rFonts w:ascii="Corbel" w:hAnsi="Corbel"/>
          <w:bCs/>
          <w:i/>
        </w:rPr>
        <w:t xml:space="preserve">Załącznik nr </w:t>
      </w:r>
      <w:r w:rsidR="006F31E2" w:rsidRPr="00664DD3">
        <w:rPr>
          <w:rFonts w:ascii="Corbel" w:hAnsi="Corbel"/>
          <w:bCs/>
          <w:i/>
        </w:rPr>
        <w:t>1.5</w:t>
      </w:r>
      <w:r w:rsidR="00D8678B" w:rsidRPr="00664DD3">
        <w:rPr>
          <w:rFonts w:ascii="Corbel" w:hAnsi="Corbel"/>
          <w:bCs/>
          <w:i/>
        </w:rPr>
        <w:t xml:space="preserve"> do Zarządzenia</w:t>
      </w:r>
      <w:r w:rsidR="002A22BF" w:rsidRPr="00664DD3">
        <w:rPr>
          <w:rFonts w:ascii="Corbel" w:hAnsi="Corbel"/>
          <w:bCs/>
          <w:i/>
        </w:rPr>
        <w:t xml:space="preserve"> Rektora </w:t>
      </w:r>
      <w:proofErr w:type="gramStart"/>
      <w:r w:rsidR="002A22BF" w:rsidRPr="00664DD3">
        <w:rPr>
          <w:rFonts w:ascii="Corbel" w:hAnsi="Corbel"/>
          <w:bCs/>
          <w:i/>
        </w:rPr>
        <w:t xml:space="preserve">UR </w:t>
      </w:r>
      <w:r w:rsidRPr="00664DD3">
        <w:rPr>
          <w:rFonts w:ascii="Corbel" w:hAnsi="Corbel"/>
          <w:bCs/>
          <w:i/>
        </w:rPr>
        <w:t xml:space="preserve"> nr</w:t>
      </w:r>
      <w:proofErr w:type="gramEnd"/>
      <w:r w:rsidRPr="00664DD3">
        <w:rPr>
          <w:rFonts w:ascii="Corbel" w:hAnsi="Corbel"/>
          <w:bCs/>
          <w:i/>
        </w:rPr>
        <w:t xml:space="preserve"> </w:t>
      </w:r>
      <w:r w:rsidR="00F17567" w:rsidRPr="00664DD3">
        <w:rPr>
          <w:rFonts w:ascii="Corbel" w:hAnsi="Corbel"/>
          <w:bCs/>
          <w:i/>
        </w:rPr>
        <w:t>12/2019</w:t>
      </w:r>
    </w:p>
    <w:p w14:paraId="31163D97" w14:textId="77777777" w:rsidR="0085747A" w:rsidRPr="00664DD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64DD3">
        <w:rPr>
          <w:rFonts w:ascii="Corbel" w:hAnsi="Corbel"/>
          <w:b/>
          <w:smallCaps/>
          <w:sz w:val="24"/>
          <w:szCs w:val="24"/>
        </w:rPr>
        <w:t>SYLABUS</w:t>
      </w:r>
    </w:p>
    <w:p w14:paraId="3D45A7F7" w14:textId="77777777" w:rsidR="0085747A" w:rsidRPr="00664DD3" w:rsidRDefault="0071620A" w:rsidP="0096249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64DD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664DD3">
        <w:rPr>
          <w:rFonts w:ascii="Corbel" w:hAnsi="Corbel"/>
          <w:i/>
          <w:smallCaps/>
          <w:sz w:val="24"/>
          <w:szCs w:val="24"/>
        </w:rPr>
        <w:t xml:space="preserve"> </w:t>
      </w:r>
      <w:r w:rsidR="00962491" w:rsidRPr="00664DD3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664DD3">
        <w:rPr>
          <w:rFonts w:ascii="Corbel" w:hAnsi="Corbel"/>
          <w:i/>
          <w:smallCaps/>
          <w:sz w:val="24"/>
          <w:szCs w:val="24"/>
        </w:rPr>
        <w:t xml:space="preserve">2020-2022 </w:t>
      </w:r>
    </w:p>
    <w:p w14:paraId="34498DF7" w14:textId="77777777" w:rsidR="00445970" w:rsidRPr="00664DD3" w:rsidRDefault="00445970" w:rsidP="0096249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664DD3">
        <w:rPr>
          <w:rFonts w:ascii="Corbel" w:hAnsi="Corbel"/>
          <w:sz w:val="20"/>
          <w:szCs w:val="20"/>
        </w:rPr>
        <w:t>R</w:t>
      </w:r>
      <w:r w:rsidR="000F315D" w:rsidRPr="00664DD3">
        <w:rPr>
          <w:rFonts w:ascii="Corbel" w:hAnsi="Corbel"/>
          <w:sz w:val="20"/>
          <w:szCs w:val="20"/>
        </w:rPr>
        <w:t>ok akademicki   202</w:t>
      </w:r>
      <w:r w:rsidR="00962491" w:rsidRPr="00664DD3">
        <w:rPr>
          <w:rFonts w:ascii="Corbel" w:hAnsi="Corbel"/>
          <w:sz w:val="20"/>
          <w:szCs w:val="20"/>
        </w:rPr>
        <w:t>1-</w:t>
      </w:r>
      <w:r w:rsidR="000F315D" w:rsidRPr="00664DD3">
        <w:rPr>
          <w:rFonts w:ascii="Corbel" w:hAnsi="Corbel"/>
          <w:sz w:val="20"/>
          <w:szCs w:val="20"/>
        </w:rPr>
        <w:t>202</w:t>
      </w:r>
      <w:r w:rsidR="00962491" w:rsidRPr="00664DD3">
        <w:rPr>
          <w:rFonts w:ascii="Corbel" w:hAnsi="Corbel"/>
          <w:sz w:val="20"/>
          <w:szCs w:val="20"/>
        </w:rPr>
        <w:t>2</w:t>
      </w:r>
    </w:p>
    <w:p w14:paraId="04D81167" w14:textId="77777777" w:rsidR="0085747A" w:rsidRPr="00664DD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2059A2" w14:textId="77777777" w:rsidR="0085747A" w:rsidRPr="00664DD3" w:rsidRDefault="0085747A" w:rsidP="004E3906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664DD3">
        <w:rPr>
          <w:rFonts w:ascii="Corbel" w:hAnsi="Corbel"/>
          <w:szCs w:val="24"/>
        </w:rPr>
        <w:t xml:space="preserve">Podstawowe </w:t>
      </w:r>
      <w:r w:rsidR="00445970" w:rsidRPr="00664DD3">
        <w:rPr>
          <w:rFonts w:ascii="Corbel" w:hAnsi="Corbel"/>
          <w:szCs w:val="24"/>
        </w:rPr>
        <w:t>informacje o przedmioci</w:t>
      </w:r>
      <w:r w:rsidR="004E3906" w:rsidRPr="00664DD3">
        <w:rPr>
          <w:rFonts w:ascii="Corbel" w:hAnsi="Corbel"/>
          <w:szCs w:val="24"/>
        </w:rPr>
        <w:t>e</w:t>
      </w:r>
    </w:p>
    <w:p w14:paraId="241B850E" w14:textId="77777777" w:rsidR="004E3906" w:rsidRPr="00664DD3" w:rsidRDefault="004E3906" w:rsidP="004E3906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64DD3" w14:paraId="6FA8099F" w14:textId="77777777" w:rsidTr="00B819C8">
        <w:tc>
          <w:tcPr>
            <w:tcW w:w="2694" w:type="dxa"/>
            <w:vAlign w:val="center"/>
          </w:tcPr>
          <w:p w14:paraId="4ECC1E76" w14:textId="77777777" w:rsidR="0085747A" w:rsidRPr="00664DD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B96D70" w14:textId="77777777" w:rsidR="0085747A" w:rsidRPr="00664DD3" w:rsidRDefault="00103191" w:rsidP="00DF64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Konkurencyjność jednostek sektora publicznego</w:t>
            </w:r>
          </w:p>
        </w:tc>
      </w:tr>
      <w:tr w:rsidR="0085747A" w:rsidRPr="00664DD3" w14:paraId="42B43632" w14:textId="77777777" w:rsidTr="00B819C8">
        <w:tc>
          <w:tcPr>
            <w:tcW w:w="2694" w:type="dxa"/>
            <w:vAlign w:val="center"/>
          </w:tcPr>
          <w:p w14:paraId="1C8611D9" w14:textId="77777777" w:rsidR="0085747A" w:rsidRPr="00664DD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64DD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E6779B0" w14:textId="77777777" w:rsidR="0085747A" w:rsidRPr="00664DD3" w:rsidRDefault="007536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664DD3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664DD3">
              <w:rPr>
                <w:rFonts w:ascii="Corbel" w:hAnsi="Corbel"/>
                <w:b w:val="0"/>
                <w:sz w:val="24"/>
                <w:szCs w:val="24"/>
              </w:rPr>
              <w:t>/C-1.6b</w:t>
            </w:r>
          </w:p>
        </w:tc>
      </w:tr>
      <w:tr w:rsidR="0085747A" w:rsidRPr="00664DD3" w14:paraId="10C5A190" w14:textId="77777777" w:rsidTr="00B819C8">
        <w:tc>
          <w:tcPr>
            <w:tcW w:w="2694" w:type="dxa"/>
            <w:vAlign w:val="center"/>
          </w:tcPr>
          <w:p w14:paraId="168FED2A" w14:textId="77777777" w:rsidR="0085747A" w:rsidRPr="00664DD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N</w:t>
            </w:r>
            <w:r w:rsidR="0085747A" w:rsidRPr="00664DD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64DD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8A254C" w14:textId="77777777" w:rsidR="0085747A" w:rsidRPr="00664D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64DD3" w14:paraId="0FD698F9" w14:textId="77777777" w:rsidTr="00B819C8">
        <w:tc>
          <w:tcPr>
            <w:tcW w:w="2694" w:type="dxa"/>
            <w:vAlign w:val="center"/>
          </w:tcPr>
          <w:p w14:paraId="08D3D9B2" w14:textId="77777777" w:rsidR="0085747A" w:rsidRPr="00664D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5346F9" w14:textId="77777777" w:rsidR="0085747A" w:rsidRPr="00664DD3" w:rsidRDefault="007536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962491" w:rsidRPr="00664DD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664DD3" w14:paraId="00AC66EA" w14:textId="77777777" w:rsidTr="00B819C8">
        <w:tc>
          <w:tcPr>
            <w:tcW w:w="2694" w:type="dxa"/>
            <w:vAlign w:val="center"/>
          </w:tcPr>
          <w:p w14:paraId="36B74C1E" w14:textId="77777777" w:rsidR="0085747A" w:rsidRPr="00664D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0EFF590" w14:textId="77777777" w:rsidR="0085747A" w:rsidRPr="00664DD3" w:rsidRDefault="00DF6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664DD3" w14:paraId="16BC74AD" w14:textId="77777777" w:rsidTr="00B819C8">
        <w:tc>
          <w:tcPr>
            <w:tcW w:w="2694" w:type="dxa"/>
            <w:vAlign w:val="center"/>
          </w:tcPr>
          <w:p w14:paraId="70F4CB10" w14:textId="77777777" w:rsidR="0085747A" w:rsidRPr="00664DD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A1F1D85" w14:textId="77777777" w:rsidR="0085747A" w:rsidRPr="00664D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962491" w:rsidRPr="00664DD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664DD3" w14:paraId="34CCFB62" w14:textId="77777777" w:rsidTr="00B819C8">
        <w:tc>
          <w:tcPr>
            <w:tcW w:w="2694" w:type="dxa"/>
            <w:vAlign w:val="center"/>
          </w:tcPr>
          <w:p w14:paraId="56D4BFFA" w14:textId="77777777" w:rsidR="0085747A" w:rsidRPr="00664D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D5BD53" w14:textId="77777777" w:rsidR="0085747A" w:rsidRPr="00664D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64DD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664DD3" w14:paraId="1CC18146" w14:textId="77777777" w:rsidTr="00B819C8">
        <w:tc>
          <w:tcPr>
            <w:tcW w:w="2694" w:type="dxa"/>
            <w:vAlign w:val="center"/>
          </w:tcPr>
          <w:p w14:paraId="36D4BD76" w14:textId="77777777" w:rsidR="0085747A" w:rsidRPr="00664D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75300F" w14:textId="0B8B0698" w:rsidR="0085747A" w:rsidRPr="00664DD3" w:rsidRDefault="003930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F646C" w:rsidRPr="00664DD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664DD3" w14:paraId="584F3459" w14:textId="77777777" w:rsidTr="00B819C8">
        <w:tc>
          <w:tcPr>
            <w:tcW w:w="2694" w:type="dxa"/>
            <w:vAlign w:val="center"/>
          </w:tcPr>
          <w:p w14:paraId="46891B64" w14:textId="77777777" w:rsidR="0085747A" w:rsidRPr="00664D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64DD3">
              <w:rPr>
                <w:rFonts w:ascii="Corbel" w:hAnsi="Corbel"/>
                <w:sz w:val="24"/>
                <w:szCs w:val="24"/>
              </w:rPr>
              <w:t>/y</w:t>
            </w:r>
            <w:r w:rsidRPr="00664DD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ECB7AD" w14:textId="77777777" w:rsidR="0085747A" w:rsidRPr="00664DD3" w:rsidRDefault="00DF6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664DD3" w14:paraId="140B4006" w14:textId="77777777" w:rsidTr="00B819C8">
        <w:tc>
          <w:tcPr>
            <w:tcW w:w="2694" w:type="dxa"/>
            <w:vAlign w:val="center"/>
          </w:tcPr>
          <w:p w14:paraId="719825A0" w14:textId="77777777" w:rsidR="0085747A" w:rsidRPr="00664D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E86F85" w14:textId="77777777" w:rsidR="0085747A" w:rsidRPr="00664D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664DD3" w14:paraId="6E849108" w14:textId="77777777" w:rsidTr="00B819C8">
        <w:tc>
          <w:tcPr>
            <w:tcW w:w="2694" w:type="dxa"/>
            <w:vAlign w:val="center"/>
          </w:tcPr>
          <w:p w14:paraId="0EA3DFA7" w14:textId="77777777" w:rsidR="00923D7D" w:rsidRPr="00664DD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FC7C95B" w14:textId="77777777" w:rsidR="00923D7D" w:rsidRPr="00664D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664DD3" w14:paraId="7708BE1F" w14:textId="77777777" w:rsidTr="00B819C8">
        <w:tc>
          <w:tcPr>
            <w:tcW w:w="2694" w:type="dxa"/>
            <w:vAlign w:val="center"/>
          </w:tcPr>
          <w:p w14:paraId="6EBCCC1A" w14:textId="77777777" w:rsidR="0085747A" w:rsidRPr="00664D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BEEE65F" w14:textId="77777777" w:rsidR="0085747A" w:rsidRPr="00664DD3" w:rsidRDefault="00DF6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dr hab. B. Ślusarczyk prof. UR</w:t>
            </w:r>
          </w:p>
        </w:tc>
      </w:tr>
      <w:tr w:rsidR="0085747A" w:rsidRPr="00664DD3" w14:paraId="067E46DB" w14:textId="77777777" w:rsidTr="00B819C8">
        <w:tc>
          <w:tcPr>
            <w:tcW w:w="2694" w:type="dxa"/>
            <w:vAlign w:val="center"/>
          </w:tcPr>
          <w:p w14:paraId="2572B5E2" w14:textId="77777777" w:rsidR="0085747A" w:rsidRPr="00664D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CB85414" w14:textId="77777777" w:rsidR="0085747A" w:rsidRPr="00664DD3" w:rsidRDefault="00DF6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dr hab. B. Ślusarczyk prof. UR</w:t>
            </w:r>
          </w:p>
        </w:tc>
      </w:tr>
    </w:tbl>
    <w:p w14:paraId="3570ECE4" w14:textId="77777777" w:rsidR="0085747A" w:rsidRPr="00664DD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64DD3">
        <w:rPr>
          <w:rFonts w:ascii="Corbel" w:hAnsi="Corbel"/>
          <w:sz w:val="24"/>
          <w:szCs w:val="24"/>
        </w:rPr>
        <w:t xml:space="preserve">* </w:t>
      </w:r>
      <w:r w:rsidRPr="00664DD3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664DD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64DD3">
        <w:rPr>
          <w:rFonts w:ascii="Corbel" w:hAnsi="Corbel"/>
          <w:b w:val="0"/>
          <w:sz w:val="24"/>
          <w:szCs w:val="24"/>
        </w:rPr>
        <w:t>e,</w:t>
      </w:r>
      <w:r w:rsidRPr="00664DD3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664DD3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664DD3">
        <w:rPr>
          <w:rFonts w:ascii="Corbel" w:hAnsi="Corbel"/>
          <w:b w:val="0"/>
          <w:i/>
          <w:sz w:val="24"/>
          <w:szCs w:val="24"/>
        </w:rPr>
        <w:t>w Jednostce</w:t>
      </w:r>
    </w:p>
    <w:p w14:paraId="483CBC8C" w14:textId="77777777" w:rsidR="0085747A" w:rsidRPr="00664DD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64DD3">
        <w:rPr>
          <w:rFonts w:ascii="Corbel" w:hAnsi="Corbel"/>
          <w:sz w:val="24"/>
          <w:szCs w:val="24"/>
        </w:rPr>
        <w:t>1.</w:t>
      </w:r>
      <w:r w:rsidR="00E22FBC" w:rsidRPr="00664DD3">
        <w:rPr>
          <w:rFonts w:ascii="Corbel" w:hAnsi="Corbel"/>
          <w:sz w:val="24"/>
          <w:szCs w:val="24"/>
        </w:rPr>
        <w:t>1</w:t>
      </w:r>
      <w:r w:rsidRPr="00664DD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1A18E8" w14:textId="77777777" w:rsidR="00923D7D" w:rsidRPr="00664DD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64DD3" w14:paraId="4C7CD34C" w14:textId="77777777" w:rsidTr="0096249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5226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4DD3">
              <w:rPr>
                <w:rFonts w:ascii="Corbel" w:hAnsi="Corbel"/>
                <w:szCs w:val="24"/>
              </w:rPr>
              <w:t>Semestr</w:t>
            </w:r>
          </w:p>
          <w:p w14:paraId="516E5BC9" w14:textId="77777777" w:rsidR="00015B8F" w:rsidRPr="00664DD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4DD3">
              <w:rPr>
                <w:rFonts w:ascii="Corbel" w:hAnsi="Corbel"/>
                <w:szCs w:val="24"/>
              </w:rPr>
              <w:t>(</w:t>
            </w:r>
            <w:r w:rsidR="00363F78" w:rsidRPr="00664DD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42203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64DD3">
              <w:rPr>
                <w:rFonts w:ascii="Corbel" w:hAnsi="Corbel"/>
                <w:szCs w:val="24"/>
              </w:rPr>
              <w:t>Wykł</w:t>
            </w:r>
            <w:proofErr w:type="spellEnd"/>
            <w:r w:rsidRPr="00664D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98776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4DD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E8074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64DD3">
              <w:rPr>
                <w:rFonts w:ascii="Corbel" w:hAnsi="Corbel"/>
                <w:szCs w:val="24"/>
              </w:rPr>
              <w:t>Konw</w:t>
            </w:r>
            <w:proofErr w:type="spellEnd"/>
            <w:r w:rsidRPr="00664D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299AA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4DD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DD918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64DD3">
              <w:rPr>
                <w:rFonts w:ascii="Corbel" w:hAnsi="Corbel"/>
                <w:szCs w:val="24"/>
              </w:rPr>
              <w:t>Sem</w:t>
            </w:r>
            <w:proofErr w:type="spellEnd"/>
            <w:r w:rsidRPr="00664D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E1907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4DD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2FAEE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64DD3">
              <w:rPr>
                <w:rFonts w:ascii="Corbel" w:hAnsi="Corbel"/>
                <w:szCs w:val="24"/>
              </w:rPr>
              <w:t>Prakt</w:t>
            </w:r>
            <w:proofErr w:type="spellEnd"/>
            <w:r w:rsidRPr="00664D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1710E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4DD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ACB7B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64DD3">
              <w:rPr>
                <w:rFonts w:ascii="Corbel" w:hAnsi="Corbel"/>
                <w:b/>
                <w:szCs w:val="24"/>
              </w:rPr>
              <w:t>Liczba pkt</w:t>
            </w:r>
            <w:r w:rsidR="00B90885" w:rsidRPr="00664DD3">
              <w:rPr>
                <w:rFonts w:ascii="Corbel" w:hAnsi="Corbel"/>
                <w:b/>
                <w:szCs w:val="24"/>
              </w:rPr>
              <w:t>.</w:t>
            </w:r>
            <w:r w:rsidRPr="00664DD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64DD3" w14:paraId="13B5401D" w14:textId="77777777" w:rsidTr="0096249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2EB7D" w14:textId="77777777" w:rsidR="00015B8F" w:rsidRPr="00664DD3" w:rsidRDefault="00DF64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1154B" w14:textId="65F710CF" w:rsidR="00015B8F" w:rsidRPr="00664D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AB3E5" w14:textId="7B90B84B" w:rsidR="00015B8F" w:rsidRPr="00664DD3" w:rsidRDefault="008026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3FCE9" w14:textId="77777777" w:rsidR="00015B8F" w:rsidRPr="00664D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A2A47" w14:textId="77777777" w:rsidR="00015B8F" w:rsidRPr="00664D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48FAD" w14:textId="77777777" w:rsidR="00015B8F" w:rsidRPr="00664D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8CE4C" w14:textId="77777777" w:rsidR="00015B8F" w:rsidRPr="00664D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EFA0C" w14:textId="77777777" w:rsidR="00015B8F" w:rsidRPr="00664D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804A" w14:textId="77777777" w:rsidR="00015B8F" w:rsidRPr="00664D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5803C" w14:textId="77777777" w:rsidR="00015B8F" w:rsidRPr="00664DD3" w:rsidRDefault="00DF64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B69427F" w14:textId="77777777" w:rsidR="00923D7D" w:rsidRPr="00664DD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28D131" w14:textId="77777777" w:rsidR="0085747A" w:rsidRPr="00664DD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64DD3">
        <w:rPr>
          <w:rFonts w:ascii="Corbel" w:hAnsi="Corbel"/>
          <w:smallCaps w:val="0"/>
          <w:szCs w:val="24"/>
        </w:rPr>
        <w:t>1.</w:t>
      </w:r>
      <w:r w:rsidR="00E22FBC" w:rsidRPr="00664DD3">
        <w:rPr>
          <w:rFonts w:ascii="Corbel" w:hAnsi="Corbel"/>
          <w:smallCaps w:val="0"/>
          <w:szCs w:val="24"/>
        </w:rPr>
        <w:t>2</w:t>
      </w:r>
      <w:r w:rsidR="00F83B28" w:rsidRPr="00664DD3">
        <w:rPr>
          <w:rFonts w:ascii="Corbel" w:hAnsi="Corbel"/>
          <w:smallCaps w:val="0"/>
          <w:szCs w:val="24"/>
        </w:rPr>
        <w:t>.</w:t>
      </w:r>
      <w:r w:rsidR="00F83B28" w:rsidRPr="00664DD3">
        <w:rPr>
          <w:rFonts w:ascii="Corbel" w:hAnsi="Corbel"/>
          <w:smallCaps w:val="0"/>
          <w:szCs w:val="24"/>
        </w:rPr>
        <w:tab/>
      </w:r>
      <w:r w:rsidRPr="00664DD3">
        <w:rPr>
          <w:rFonts w:ascii="Corbel" w:hAnsi="Corbel"/>
          <w:smallCaps w:val="0"/>
          <w:szCs w:val="24"/>
        </w:rPr>
        <w:t xml:space="preserve">Sposób realizacji zajęć  </w:t>
      </w:r>
    </w:p>
    <w:p w14:paraId="38EDEA1E" w14:textId="77777777" w:rsidR="00962491" w:rsidRPr="00664DD3" w:rsidRDefault="00962491" w:rsidP="009624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664DD3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664DD3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664DD3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664DD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A3B45E9" w14:textId="77777777" w:rsidR="00962491" w:rsidRPr="00664DD3" w:rsidRDefault="00962491" w:rsidP="009624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64DD3">
        <w:rPr>
          <w:rFonts w:ascii="MS Gothic" w:eastAsia="MS Gothic" w:hAnsi="MS Gothic" w:cs="MS Gothic" w:hint="eastAsia"/>
          <w:b w:val="0"/>
          <w:szCs w:val="24"/>
        </w:rPr>
        <w:t>☐</w:t>
      </w:r>
      <w:r w:rsidRPr="00664DD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664DD3">
        <w:rPr>
          <w:rFonts w:ascii="Corbel" w:hAnsi="Corbel"/>
          <w:b w:val="0"/>
          <w:smallCaps w:val="0"/>
          <w:szCs w:val="24"/>
        </w:rPr>
        <w:t>ć</w:t>
      </w:r>
    </w:p>
    <w:bookmarkEnd w:id="1"/>
    <w:bookmarkEnd w:id="2"/>
    <w:p w14:paraId="6EF5C8AB" w14:textId="77777777" w:rsidR="0085747A" w:rsidRPr="00664DD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203DD5" w14:textId="77777777" w:rsidR="00E22FBC" w:rsidRPr="00664DD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64DD3">
        <w:rPr>
          <w:rFonts w:ascii="Corbel" w:hAnsi="Corbel"/>
          <w:smallCaps w:val="0"/>
          <w:szCs w:val="24"/>
        </w:rPr>
        <w:t xml:space="preserve">1.3 </w:t>
      </w:r>
      <w:r w:rsidR="00F83B28" w:rsidRPr="00664DD3">
        <w:rPr>
          <w:rFonts w:ascii="Corbel" w:hAnsi="Corbel"/>
          <w:smallCaps w:val="0"/>
          <w:szCs w:val="24"/>
        </w:rPr>
        <w:tab/>
      </w:r>
      <w:r w:rsidRPr="00664DD3">
        <w:rPr>
          <w:rFonts w:ascii="Corbel" w:hAnsi="Corbel"/>
          <w:smallCaps w:val="0"/>
          <w:szCs w:val="24"/>
        </w:rPr>
        <w:t>For</w:t>
      </w:r>
      <w:r w:rsidR="00445970" w:rsidRPr="00664DD3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 w:rsidRPr="00664DD3">
        <w:rPr>
          <w:rFonts w:ascii="Corbel" w:hAnsi="Corbel"/>
          <w:smallCaps w:val="0"/>
          <w:szCs w:val="24"/>
        </w:rPr>
        <w:t xml:space="preserve">przedmiotu </w:t>
      </w:r>
      <w:r w:rsidRPr="00664DD3">
        <w:rPr>
          <w:rFonts w:ascii="Corbel" w:hAnsi="Corbel"/>
          <w:smallCaps w:val="0"/>
          <w:szCs w:val="24"/>
        </w:rPr>
        <w:t xml:space="preserve"> (</w:t>
      </w:r>
      <w:proofErr w:type="gramEnd"/>
      <w:r w:rsidRPr="00664DD3">
        <w:rPr>
          <w:rFonts w:ascii="Corbel" w:hAnsi="Corbel"/>
          <w:smallCaps w:val="0"/>
          <w:szCs w:val="24"/>
        </w:rPr>
        <w:t xml:space="preserve">z toku) </w:t>
      </w:r>
      <w:r w:rsidRPr="00664DD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DF0FC00" w14:textId="77777777" w:rsidR="00DF646C" w:rsidRPr="00664DD3" w:rsidRDefault="00962491" w:rsidP="00DF646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64DD3">
        <w:rPr>
          <w:rFonts w:ascii="Corbel" w:hAnsi="Corbel"/>
          <w:b w:val="0"/>
          <w:smallCaps w:val="0"/>
          <w:szCs w:val="24"/>
        </w:rPr>
        <w:tab/>
        <w:t>Z</w:t>
      </w:r>
      <w:r w:rsidR="00DF646C" w:rsidRPr="00664DD3">
        <w:rPr>
          <w:rFonts w:ascii="Corbel" w:hAnsi="Corbel"/>
          <w:b w:val="0"/>
          <w:smallCaps w:val="0"/>
          <w:szCs w:val="24"/>
        </w:rPr>
        <w:t>aliczenie z oceną</w:t>
      </w:r>
    </w:p>
    <w:p w14:paraId="21009439" w14:textId="77777777" w:rsidR="00E960BB" w:rsidRPr="00664DD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430AE0" w14:textId="77777777" w:rsidR="00E960BB" w:rsidRPr="00664DD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64DD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64DD3" w14:paraId="2506F218" w14:textId="77777777" w:rsidTr="00745302">
        <w:tc>
          <w:tcPr>
            <w:tcW w:w="9670" w:type="dxa"/>
          </w:tcPr>
          <w:p w14:paraId="5D0507BE" w14:textId="77777777" w:rsidR="0085747A" w:rsidRPr="00664DD3" w:rsidRDefault="006054B0" w:rsidP="006054B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mikro- i makroekonomii oraz podstaw zarządzania.</w:t>
            </w:r>
          </w:p>
        </w:tc>
      </w:tr>
    </w:tbl>
    <w:p w14:paraId="1682560B" w14:textId="77777777" w:rsidR="00153C41" w:rsidRPr="00664DD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2B96E0" w14:textId="77777777" w:rsidR="0085747A" w:rsidRPr="00664DD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64DD3">
        <w:rPr>
          <w:rFonts w:ascii="Corbel" w:hAnsi="Corbel"/>
          <w:szCs w:val="24"/>
        </w:rPr>
        <w:t>3.</w:t>
      </w:r>
      <w:r w:rsidR="00A84C85" w:rsidRPr="00664DD3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664DD3">
        <w:rPr>
          <w:rFonts w:ascii="Corbel" w:hAnsi="Corbel"/>
          <w:szCs w:val="24"/>
        </w:rPr>
        <w:t>się</w:t>
      </w:r>
      <w:r w:rsidR="0085747A" w:rsidRPr="00664DD3">
        <w:rPr>
          <w:rFonts w:ascii="Corbel" w:hAnsi="Corbel"/>
          <w:szCs w:val="24"/>
        </w:rPr>
        <w:t xml:space="preserve"> ,</w:t>
      </w:r>
      <w:proofErr w:type="gramEnd"/>
      <w:r w:rsidR="0085747A" w:rsidRPr="00664DD3">
        <w:rPr>
          <w:rFonts w:ascii="Corbel" w:hAnsi="Corbel"/>
          <w:szCs w:val="24"/>
        </w:rPr>
        <w:t xml:space="preserve"> treści Programowe i stosowane metody Dydaktyczne</w:t>
      </w:r>
    </w:p>
    <w:p w14:paraId="2047CFAA" w14:textId="77777777" w:rsidR="0085747A" w:rsidRPr="00664DD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F680C0" w14:textId="77777777" w:rsidR="0085747A" w:rsidRPr="00664DD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64DD3">
        <w:rPr>
          <w:rFonts w:ascii="Corbel" w:hAnsi="Corbel"/>
          <w:sz w:val="24"/>
          <w:szCs w:val="24"/>
        </w:rPr>
        <w:t xml:space="preserve">3.1 </w:t>
      </w:r>
      <w:r w:rsidR="00C05F44" w:rsidRPr="00664DD3">
        <w:rPr>
          <w:rFonts w:ascii="Corbel" w:hAnsi="Corbel"/>
          <w:sz w:val="24"/>
          <w:szCs w:val="24"/>
        </w:rPr>
        <w:t>Cele przedmiotu</w:t>
      </w:r>
    </w:p>
    <w:p w14:paraId="74B63757" w14:textId="77777777" w:rsidR="00F83B28" w:rsidRPr="00664DD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664DD3" w14:paraId="196101B3" w14:textId="77777777" w:rsidTr="00923D7D">
        <w:tc>
          <w:tcPr>
            <w:tcW w:w="851" w:type="dxa"/>
            <w:vAlign w:val="center"/>
          </w:tcPr>
          <w:p w14:paraId="0D75EC89" w14:textId="77777777" w:rsidR="0085747A" w:rsidRPr="00664DD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7FFFF4D8" w14:textId="77777777" w:rsidR="0085747A" w:rsidRPr="00664DD3" w:rsidRDefault="006054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Zapoznanie studentów z zagadnieniami konkurencji i konkurencyjności.</w:t>
            </w:r>
          </w:p>
        </w:tc>
      </w:tr>
      <w:tr w:rsidR="0085747A" w:rsidRPr="00664DD3" w14:paraId="14996A1C" w14:textId="77777777" w:rsidTr="00923D7D">
        <w:tc>
          <w:tcPr>
            <w:tcW w:w="851" w:type="dxa"/>
            <w:vAlign w:val="center"/>
          </w:tcPr>
          <w:p w14:paraId="398AF3FD" w14:textId="77777777" w:rsidR="0085747A" w:rsidRPr="00664DD3" w:rsidRDefault="006054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BF0116" w14:textId="77777777" w:rsidR="0085747A" w:rsidRPr="00664DD3" w:rsidRDefault="0075367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Ocena i analiza potrzeb informacji w ocenie konkurencyjności organizacji.</w:t>
            </w:r>
          </w:p>
        </w:tc>
      </w:tr>
      <w:tr w:rsidR="0085747A" w:rsidRPr="00664DD3" w14:paraId="3C92CED9" w14:textId="77777777" w:rsidTr="00923D7D">
        <w:tc>
          <w:tcPr>
            <w:tcW w:w="851" w:type="dxa"/>
            <w:vAlign w:val="center"/>
          </w:tcPr>
          <w:p w14:paraId="5C8861BA" w14:textId="77777777" w:rsidR="0085747A" w:rsidRPr="00664DD3" w:rsidRDefault="006054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71A0731" w14:textId="77777777" w:rsidR="0085747A" w:rsidRPr="00664DD3" w:rsidRDefault="0075367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Zapoznanie studentów z polityki konkurencji w Polsce i UE.</w:t>
            </w:r>
          </w:p>
        </w:tc>
      </w:tr>
    </w:tbl>
    <w:p w14:paraId="671631F9" w14:textId="77777777" w:rsidR="0085747A" w:rsidRPr="00664D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98800D0" w14:textId="77777777" w:rsidR="001D7B54" w:rsidRPr="00664DD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64DD3">
        <w:rPr>
          <w:rFonts w:ascii="Corbel" w:hAnsi="Corbel"/>
          <w:b/>
          <w:sz w:val="24"/>
          <w:szCs w:val="24"/>
        </w:rPr>
        <w:t xml:space="preserve">3.2 </w:t>
      </w:r>
      <w:r w:rsidR="001D7B54" w:rsidRPr="00664DD3">
        <w:rPr>
          <w:rFonts w:ascii="Corbel" w:hAnsi="Corbel"/>
          <w:b/>
          <w:sz w:val="24"/>
          <w:szCs w:val="24"/>
        </w:rPr>
        <w:t xml:space="preserve">Efekty </w:t>
      </w:r>
      <w:r w:rsidR="00C05F44" w:rsidRPr="00664DD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64DD3">
        <w:rPr>
          <w:rFonts w:ascii="Corbel" w:hAnsi="Corbel"/>
          <w:b/>
          <w:sz w:val="24"/>
          <w:szCs w:val="24"/>
        </w:rPr>
        <w:t>dla przedmiotu</w:t>
      </w:r>
    </w:p>
    <w:p w14:paraId="5193FFDB" w14:textId="77777777" w:rsidR="001D7B54" w:rsidRPr="00664DD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DB050F" w:rsidRPr="00664DD3" w14:paraId="663AE77B" w14:textId="77777777" w:rsidTr="00A15EB6">
        <w:tc>
          <w:tcPr>
            <w:tcW w:w="1680" w:type="dxa"/>
            <w:vAlign w:val="center"/>
          </w:tcPr>
          <w:p w14:paraId="35CB5BA9" w14:textId="77777777" w:rsidR="00DB050F" w:rsidRPr="00664DD3" w:rsidRDefault="00DB050F" w:rsidP="00DB05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smallCaps w:val="0"/>
                <w:szCs w:val="24"/>
              </w:rPr>
              <w:t>EK</w:t>
            </w: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558839D6" w14:textId="77777777" w:rsidR="00DB050F" w:rsidRPr="00664DD3" w:rsidRDefault="00DB050F" w:rsidP="00DB05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61F9F9B" w14:textId="77777777" w:rsidR="00DB050F" w:rsidRPr="00664DD3" w:rsidRDefault="00DB050F" w:rsidP="00DB05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664DD3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64DD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B050F" w:rsidRPr="00664DD3" w14:paraId="5816DCE8" w14:textId="77777777" w:rsidTr="00A15EB6">
        <w:tc>
          <w:tcPr>
            <w:tcW w:w="1680" w:type="dxa"/>
          </w:tcPr>
          <w:p w14:paraId="7CCF4248" w14:textId="77777777" w:rsidR="00DB050F" w:rsidRPr="00664DD3" w:rsidRDefault="00DB050F" w:rsidP="00DB05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64DD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362EB3E0" w14:textId="77777777" w:rsidR="00DB050F" w:rsidRPr="00664DD3" w:rsidRDefault="00F4188B" w:rsidP="00F418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B050F" w:rsidRPr="00664DD3">
              <w:rPr>
                <w:rFonts w:ascii="Corbel" w:hAnsi="Corbel"/>
                <w:b w:val="0"/>
                <w:smallCaps w:val="0"/>
                <w:szCs w:val="24"/>
              </w:rPr>
              <w:t>na i rozumie  pojęcia, fakty, obiekty i zjawiska z zakresu konkuren</w:t>
            </w: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cyjności jednostek publicznych; </w:t>
            </w:r>
            <w:r w:rsidR="00DB050F" w:rsidRPr="00664DD3">
              <w:rPr>
                <w:rFonts w:ascii="Corbel" w:hAnsi="Corbel"/>
                <w:b w:val="0"/>
                <w:smallCaps w:val="0"/>
                <w:szCs w:val="24"/>
              </w:rPr>
              <w:t>współczesne problemach i uwarunkowaniach funkcjonowania sektora publicznego w kontekście budowania przewag konkurencyjnych</w:t>
            </w: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="00DB050F" w:rsidRPr="00664DD3">
              <w:rPr>
                <w:rFonts w:ascii="Corbel" w:hAnsi="Corbel"/>
                <w:b w:val="0"/>
                <w:smallCaps w:val="0"/>
                <w:szCs w:val="24"/>
              </w:rPr>
              <w:t>zaawansowane metody i narzędzia opisu, w tym techniki pozyskiwania danych niezbędnych do oceny pozycji konkurencyjnej  sektora publicznego</w:t>
            </w: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="00DB050F"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istotę i złożoność procesów zachodzących między organizacjami sektora publicznego i prywatnego, ze szczególnym uwzględnieniem uwarunkowań ich funkcjonowania. </w:t>
            </w:r>
          </w:p>
        </w:tc>
        <w:tc>
          <w:tcPr>
            <w:tcW w:w="1865" w:type="dxa"/>
          </w:tcPr>
          <w:p w14:paraId="38B76B9F" w14:textId="77777777" w:rsidR="00DB050F" w:rsidRPr="00664DD3" w:rsidRDefault="00DB050F" w:rsidP="006F177A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664DD3">
              <w:rPr>
                <w:rFonts w:ascii="Corbel" w:eastAsia="Corbel" w:hAnsi="Corbel" w:cs="Corbel"/>
                <w:b w:val="0"/>
                <w:szCs w:val="24"/>
              </w:rPr>
              <w:t>K_W01</w:t>
            </w:r>
          </w:p>
          <w:p w14:paraId="6FA88508" w14:textId="77777777" w:rsidR="00DB050F" w:rsidRPr="00664DD3" w:rsidRDefault="00DB050F" w:rsidP="006F177A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664DD3">
              <w:rPr>
                <w:rFonts w:ascii="Corbel" w:eastAsia="Corbel" w:hAnsi="Corbel" w:cs="Corbel"/>
                <w:b w:val="0"/>
                <w:szCs w:val="24"/>
              </w:rPr>
              <w:t>K_W03</w:t>
            </w:r>
          </w:p>
          <w:p w14:paraId="2F046EAE" w14:textId="77777777" w:rsidR="00DB050F" w:rsidRPr="00664DD3" w:rsidRDefault="00DB050F" w:rsidP="006F17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eastAsia="Corbel" w:hAnsi="Corbel" w:cs="Corbel"/>
                <w:b w:val="0"/>
                <w:szCs w:val="24"/>
              </w:rPr>
              <w:t>K_W07</w:t>
            </w:r>
          </w:p>
        </w:tc>
      </w:tr>
      <w:tr w:rsidR="00DB050F" w:rsidRPr="00664DD3" w14:paraId="7874A2DB" w14:textId="77777777" w:rsidTr="00A15EB6">
        <w:tc>
          <w:tcPr>
            <w:tcW w:w="1680" w:type="dxa"/>
          </w:tcPr>
          <w:p w14:paraId="00258601" w14:textId="77777777" w:rsidR="00DB050F" w:rsidRPr="00664DD3" w:rsidRDefault="00DB050F" w:rsidP="00DB05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3A92800C" w14:textId="77777777" w:rsidR="00DB050F" w:rsidRPr="00664DD3" w:rsidRDefault="00DB050F" w:rsidP="00F418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Potrafi analizować determinanty wpływające na konkurencyjność podmiotów sektora publicznego</w:t>
            </w:r>
            <w:r w:rsidR="00F4188B" w:rsidRPr="00664DD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64DD3">
              <w:rPr>
                <w:rFonts w:ascii="Corbel" w:hAnsi="Corbel"/>
                <w:sz w:val="24"/>
                <w:szCs w:val="24"/>
              </w:rPr>
              <w:t>wskazywać na powiązania między tym</w:t>
            </w:r>
            <w:r w:rsidR="00F4188B" w:rsidRPr="00664DD3">
              <w:rPr>
                <w:rFonts w:ascii="Corbel" w:hAnsi="Corbel"/>
                <w:sz w:val="24"/>
                <w:szCs w:val="24"/>
              </w:rPr>
              <w:t xml:space="preserve"> procesami oraz </w:t>
            </w:r>
            <w:r w:rsidRPr="00664DD3">
              <w:rPr>
                <w:rFonts w:ascii="Corbel" w:hAnsi="Corbel"/>
                <w:sz w:val="24"/>
                <w:szCs w:val="24"/>
              </w:rPr>
              <w:t>dokonać analizy konkurencyjności,</w:t>
            </w:r>
            <w:r w:rsidR="00F4188B" w:rsidRPr="00664DD3">
              <w:rPr>
                <w:rFonts w:ascii="Corbel" w:hAnsi="Corbel"/>
                <w:sz w:val="24"/>
                <w:szCs w:val="24"/>
              </w:rPr>
              <w:t xml:space="preserve"> przewagi</w:t>
            </w:r>
            <w:r w:rsidRPr="00664DD3">
              <w:rPr>
                <w:rFonts w:ascii="Corbel" w:hAnsi="Corbel"/>
                <w:sz w:val="24"/>
                <w:szCs w:val="24"/>
              </w:rPr>
              <w:t xml:space="preserve"> konkurencyjnej, źródeł i czynników </w:t>
            </w:r>
            <w:proofErr w:type="gramStart"/>
            <w:r w:rsidRPr="00664DD3">
              <w:rPr>
                <w:rFonts w:ascii="Corbel" w:hAnsi="Corbel"/>
                <w:sz w:val="24"/>
                <w:szCs w:val="24"/>
              </w:rPr>
              <w:t>konkurencyjności  sektora</w:t>
            </w:r>
            <w:proofErr w:type="gramEnd"/>
            <w:r w:rsidRPr="00664DD3">
              <w:rPr>
                <w:rFonts w:ascii="Corbel" w:hAnsi="Corbel"/>
                <w:sz w:val="24"/>
                <w:szCs w:val="24"/>
              </w:rPr>
              <w:t xml:space="preserve"> publicznego.</w:t>
            </w:r>
          </w:p>
        </w:tc>
        <w:tc>
          <w:tcPr>
            <w:tcW w:w="1865" w:type="dxa"/>
          </w:tcPr>
          <w:p w14:paraId="2147223B" w14:textId="77777777" w:rsidR="00DB050F" w:rsidRPr="00664DD3" w:rsidRDefault="00DB050F" w:rsidP="006F17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0F8F971" w14:textId="77777777" w:rsidR="00DB050F" w:rsidRPr="00664DD3" w:rsidRDefault="00DB050F" w:rsidP="006F17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2A862CE2" w14:textId="77777777" w:rsidR="00DB050F" w:rsidRPr="00664DD3" w:rsidRDefault="00DB050F" w:rsidP="006F17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B050F" w:rsidRPr="00664DD3" w14:paraId="1FDE90DB" w14:textId="77777777" w:rsidTr="00A15EB6">
        <w:tc>
          <w:tcPr>
            <w:tcW w:w="1680" w:type="dxa"/>
          </w:tcPr>
          <w:p w14:paraId="2D9893B6" w14:textId="77777777" w:rsidR="00DB050F" w:rsidRPr="00664DD3" w:rsidRDefault="00DB050F" w:rsidP="00DB05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5167732D" w14:textId="77777777" w:rsidR="00DB050F" w:rsidRPr="00664DD3" w:rsidRDefault="00DB050F" w:rsidP="00F418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Potrafi prowadzić debatę przedstawiając i oceniając</w:t>
            </w:r>
            <w:r w:rsidR="00F4188B" w:rsidRPr="00664DD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64DD3">
              <w:rPr>
                <w:rFonts w:ascii="Corbel" w:hAnsi="Corbel"/>
                <w:sz w:val="24"/>
                <w:szCs w:val="24"/>
              </w:rPr>
              <w:t xml:space="preserve">prezentowane opinie i </w:t>
            </w:r>
            <w:proofErr w:type="gramStart"/>
            <w:r w:rsidRPr="00664DD3">
              <w:rPr>
                <w:rFonts w:ascii="Corbel" w:hAnsi="Corbel"/>
                <w:sz w:val="24"/>
                <w:szCs w:val="24"/>
              </w:rPr>
              <w:t>stanowiska  oraz</w:t>
            </w:r>
            <w:proofErr w:type="gramEnd"/>
            <w:r w:rsidRPr="00664DD3">
              <w:rPr>
                <w:rFonts w:ascii="Corbel" w:hAnsi="Corbel"/>
                <w:sz w:val="24"/>
                <w:szCs w:val="24"/>
              </w:rPr>
              <w:t xml:space="preserve">  potrafi kierować pracą zespołu, współdziałać w grupie w ramach prac zespołowych.</w:t>
            </w:r>
          </w:p>
        </w:tc>
        <w:tc>
          <w:tcPr>
            <w:tcW w:w="1865" w:type="dxa"/>
          </w:tcPr>
          <w:p w14:paraId="08BA58D2" w14:textId="77777777" w:rsidR="00DB050F" w:rsidRPr="00664DD3" w:rsidRDefault="00DB050F" w:rsidP="006F17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6FEE3119" w14:textId="77777777" w:rsidR="00DB050F" w:rsidRPr="00664DD3" w:rsidRDefault="00F4188B" w:rsidP="006F17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DB050F" w:rsidRPr="00664DD3" w14:paraId="496986CE" w14:textId="77777777" w:rsidTr="00A15EB6">
        <w:tc>
          <w:tcPr>
            <w:tcW w:w="1680" w:type="dxa"/>
          </w:tcPr>
          <w:p w14:paraId="3867F64E" w14:textId="77777777" w:rsidR="00DB050F" w:rsidRPr="00664DD3" w:rsidRDefault="00DB050F" w:rsidP="00DB05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0760D286" w14:textId="77777777" w:rsidR="00DB050F" w:rsidRPr="00664DD3" w:rsidRDefault="00DB050F" w:rsidP="00F418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Jest gotów </w:t>
            </w:r>
            <w:r w:rsidR="00F4188B"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samodoskonalenia się w zakresie nowoczesnych instrumentów wspierania kreatywności i konkurencyjności sektora publicznego, a także ich krytycznej oceny </w:t>
            </w:r>
            <w:r w:rsidR="00F4188B"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praktyce. </w:t>
            </w:r>
          </w:p>
        </w:tc>
        <w:tc>
          <w:tcPr>
            <w:tcW w:w="1865" w:type="dxa"/>
          </w:tcPr>
          <w:p w14:paraId="28791D65" w14:textId="77777777" w:rsidR="00DB050F" w:rsidRPr="00664DD3" w:rsidRDefault="00DB050F" w:rsidP="006F17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706561E0" w14:textId="77777777" w:rsidR="00DB050F" w:rsidRPr="00664DD3" w:rsidRDefault="00DB050F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C68D4CB" w14:textId="77777777" w:rsidR="0085747A" w:rsidRPr="00664DD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64DD3">
        <w:rPr>
          <w:rFonts w:ascii="Corbel" w:hAnsi="Corbel"/>
          <w:b/>
          <w:sz w:val="24"/>
          <w:szCs w:val="24"/>
        </w:rPr>
        <w:t>3.3</w:t>
      </w:r>
      <w:r w:rsidR="0085747A" w:rsidRPr="00664DD3">
        <w:rPr>
          <w:rFonts w:ascii="Corbel" w:hAnsi="Corbel"/>
          <w:b/>
          <w:sz w:val="24"/>
          <w:szCs w:val="24"/>
        </w:rPr>
        <w:t>T</w:t>
      </w:r>
      <w:r w:rsidR="001D7B54" w:rsidRPr="00664DD3">
        <w:rPr>
          <w:rFonts w:ascii="Corbel" w:hAnsi="Corbel"/>
          <w:b/>
          <w:sz w:val="24"/>
          <w:szCs w:val="24"/>
        </w:rPr>
        <w:t xml:space="preserve">reści programowe </w:t>
      </w:r>
    </w:p>
    <w:p w14:paraId="5CB86ADA" w14:textId="1A6A0BAA" w:rsidR="0085747A" w:rsidRPr="00664DD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64DD3">
        <w:rPr>
          <w:rFonts w:ascii="Corbel" w:hAnsi="Corbel"/>
          <w:sz w:val="24"/>
          <w:szCs w:val="24"/>
        </w:rPr>
        <w:t xml:space="preserve">Problematyka </w:t>
      </w:r>
      <w:r w:rsidR="00B37A45">
        <w:rPr>
          <w:rFonts w:ascii="Corbel" w:hAnsi="Corbel"/>
          <w:sz w:val="24"/>
          <w:szCs w:val="24"/>
        </w:rPr>
        <w:t>ćwiczeń</w:t>
      </w:r>
      <w:r w:rsidRPr="00664DD3">
        <w:rPr>
          <w:rFonts w:ascii="Corbel" w:hAnsi="Corbel"/>
          <w:sz w:val="24"/>
          <w:szCs w:val="24"/>
        </w:rPr>
        <w:t xml:space="preserve"> </w:t>
      </w:r>
    </w:p>
    <w:p w14:paraId="29E817D2" w14:textId="77777777" w:rsidR="00675843" w:rsidRPr="00664DD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64DD3" w14:paraId="74875F72" w14:textId="77777777" w:rsidTr="006054B0">
        <w:tc>
          <w:tcPr>
            <w:tcW w:w="9520" w:type="dxa"/>
          </w:tcPr>
          <w:p w14:paraId="47E698F9" w14:textId="77777777" w:rsidR="0085747A" w:rsidRPr="00664DD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054B0" w:rsidRPr="00664DD3" w14:paraId="3BF31EB3" w14:textId="77777777" w:rsidTr="006054B0">
        <w:tc>
          <w:tcPr>
            <w:tcW w:w="9520" w:type="dxa"/>
          </w:tcPr>
          <w:p w14:paraId="08659433" w14:textId="77777777" w:rsidR="006054B0" w:rsidRPr="00664DD3" w:rsidRDefault="006054B0" w:rsidP="00F4188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664DD3">
              <w:rPr>
                <w:rFonts w:ascii="Corbel" w:hAnsi="Corbel"/>
                <w:sz w:val="24"/>
              </w:rPr>
              <w:t>Istota konkurencji i relatywizm pojęcia</w:t>
            </w:r>
            <w:r w:rsidR="005963A6" w:rsidRPr="00664DD3">
              <w:rPr>
                <w:rFonts w:ascii="Corbel" w:hAnsi="Corbel"/>
                <w:sz w:val="24"/>
              </w:rPr>
              <w:t xml:space="preserve"> konkurencyjności.  Definicja konkurencyjności i kreatywności, przewaga konkurencyjnej, źródła i czynniki konkurencyjności</w:t>
            </w:r>
            <w:r w:rsidRPr="00664DD3">
              <w:rPr>
                <w:rFonts w:ascii="Corbel" w:hAnsi="Corbel"/>
                <w:sz w:val="24"/>
              </w:rPr>
              <w:t>.</w:t>
            </w:r>
          </w:p>
        </w:tc>
      </w:tr>
      <w:tr w:rsidR="006054B0" w:rsidRPr="00664DD3" w14:paraId="4F082AB9" w14:textId="77777777" w:rsidTr="006054B0">
        <w:tc>
          <w:tcPr>
            <w:tcW w:w="9520" w:type="dxa"/>
          </w:tcPr>
          <w:p w14:paraId="78ED9F60" w14:textId="77777777" w:rsidR="006054B0" w:rsidRPr="00664DD3" w:rsidRDefault="005963A6" w:rsidP="00F418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Innowacje w sektorze publicznym jako źródło przewagi konkurencyjnej (podstawowe definicje i pojęcia dotyczące innowacji i innowacyjności w sektorze publicznym).</w:t>
            </w:r>
            <w:r w:rsidR="00CD2BE6" w:rsidRPr="00664DD3">
              <w:t xml:space="preserve"> </w:t>
            </w:r>
            <w:r w:rsidR="00CD2BE6" w:rsidRPr="00664DD3">
              <w:rPr>
                <w:rFonts w:ascii="Corbel" w:hAnsi="Corbel"/>
                <w:sz w:val="24"/>
                <w:szCs w:val="24"/>
              </w:rPr>
              <w:t>Poprawa konkurencyjności sektora publicznego -Strategia Europa 2020 – unia innowacji.</w:t>
            </w:r>
          </w:p>
        </w:tc>
      </w:tr>
      <w:tr w:rsidR="009A7FB1" w:rsidRPr="00664DD3" w14:paraId="6953BBAB" w14:textId="77777777" w:rsidTr="006054B0">
        <w:tc>
          <w:tcPr>
            <w:tcW w:w="9520" w:type="dxa"/>
          </w:tcPr>
          <w:p w14:paraId="075BD6FF" w14:textId="77777777" w:rsidR="009A7FB1" w:rsidRPr="00664DD3" w:rsidRDefault="00CD2BE6" w:rsidP="00F4188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664DD3">
              <w:rPr>
                <w:rFonts w:ascii="Corbel" w:hAnsi="Corbel"/>
                <w:sz w:val="24"/>
              </w:rPr>
              <w:lastRenderedPageBreak/>
              <w:t>Bariery i stymulatory procesów innowacyjnych w sektorze publicznym i ich wpływ na konkurencyjność: (1) w obszarze kapitału ludzkiego; (2) zasoby wiedzy (3) uwarunkowania prawne (4) infrastruktura; (5) procedury wsparcia inwestycji (6) inne (wsparcie ze strony organizacji doradczych, finansowanie działalności innowacyjnej sektora publicznego ze środków UE).</w:t>
            </w:r>
          </w:p>
        </w:tc>
      </w:tr>
      <w:tr w:rsidR="009A7FB1" w:rsidRPr="00664DD3" w14:paraId="380DEA1B" w14:textId="77777777" w:rsidTr="009A7FB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7074" w14:textId="77777777" w:rsidR="009A7FB1" w:rsidRPr="00664DD3" w:rsidRDefault="00CD2BE6" w:rsidP="00F4188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664DD3">
              <w:rPr>
                <w:rFonts w:ascii="Corbel" w:hAnsi="Corbel"/>
                <w:sz w:val="24"/>
              </w:rPr>
              <w:t>Przykłady działalności innowacyjnej w sektorze publicznym -</w:t>
            </w:r>
            <w:proofErr w:type="gramStart"/>
            <w:r w:rsidRPr="00664DD3">
              <w:rPr>
                <w:rFonts w:ascii="Corbel" w:hAnsi="Corbel"/>
                <w:sz w:val="24"/>
              </w:rPr>
              <w:t>doświadczenia  polskie</w:t>
            </w:r>
            <w:proofErr w:type="gramEnd"/>
            <w:r w:rsidRPr="00664DD3">
              <w:rPr>
                <w:rFonts w:ascii="Corbel" w:hAnsi="Corbel"/>
                <w:sz w:val="24"/>
              </w:rPr>
              <w:t xml:space="preserve"> i europejskie.</w:t>
            </w:r>
          </w:p>
        </w:tc>
      </w:tr>
    </w:tbl>
    <w:p w14:paraId="08DAF118" w14:textId="77777777" w:rsidR="0085747A" w:rsidRPr="00664DD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25FCCAE" w14:textId="77777777" w:rsidR="0085747A" w:rsidRPr="00664DD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64DD3">
        <w:rPr>
          <w:rFonts w:ascii="Corbel" w:hAnsi="Corbel"/>
          <w:smallCaps w:val="0"/>
          <w:szCs w:val="24"/>
        </w:rPr>
        <w:t>3.4 Metody dydaktyczne</w:t>
      </w:r>
    </w:p>
    <w:p w14:paraId="403C1A6F" w14:textId="6521A60F" w:rsidR="00E960BB" w:rsidRPr="00664DD3" w:rsidRDefault="00B37A45" w:rsidP="00F4188B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Zajęcia moderowane </w:t>
      </w:r>
      <w:r w:rsidR="00DF4796" w:rsidRPr="00664DD3">
        <w:rPr>
          <w:rFonts w:ascii="Corbel" w:hAnsi="Corbel"/>
          <w:b w:val="0"/>
          <w:smallCaps w:val="0"/>
          <w:szCs w:val="24"/>
        </w:rPr>
        <w:t>z prezentacją multimedialną</w:t>
      </w:r>
    </w:p>
    <w:p w14:paraId="5CCEEB64" w14:textId="77777777" w:rsidR="00E960BB" w:rsidRPr="00664DD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2937B8" w14:textId="77777777" w:rsidR="0085747A" w:rsidRPr="00664DD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64DD3">
        <w:rPr>
          <w:rFonts w:ascii="Corbel" w:hAnsi="Corbel"/>
          <w:smallCaps w:val="0"/>
          <w:szCs w:val="24"/>
        </w:rPr>
        <w:t xml:space="preserve">4. </w:t>
      </w:r>
      <w:r w:rsidR="0085747A" w:rsidRPr="00664DD3">
        <w:rPr>
          <w:rFonts w:ascii="Corbel" w:hAnsi="Corbel"/>
          <w:smallCaps w:val="0"/>
          <w:szCs w:val="24"/>
        </w:rPr>
        <w:t>METODY I KRYTERIA OCENY</w:t>
      </w:r>
    </w:p>
    <w:p w14:paraId="0D4B3FE6" w14:textId="77777777" w:rsidR="00923D7D" w:rsidRPr="00664DD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DF1AEC" w14:textId="77777777" w:rsidR="0085747A" w:rsidRPr="00664DD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64DD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64DD3">
        <w:rPr>
          <w:rFonts w:ascii="Corbel" w:hAnsi="Corbel"/>
          <w:smallCaps w:val="0"/>
          <w:szCs w:val="24"/>
        </w:rPr>
        <w:t>uczenia się</w:t>
      </w:r>
    </w:p>
    <w:p w14:paraId="7C188455" w14:textId="77777777" w:rsidR="0085747A" w:rsidRPr="00664D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64DD3" w14:paraId="24B9D235" w14:textId="77777777" w:rsidTr="00B37A45">
        <w:tc>
          <w:tcPr>
            <w:tcW w:w="1962" w:type="dxa"/>
            <w:vAlign w:val="center"/>
          </w:tcPr>
          <w:p w14:paraId="53999E59" w14:textId="77777777" w:rsidR="0085747A" w:rsidRPr="00664DD3" w:rsidRDefault="0071620A" w:rsidP="009624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5CA4B5" w14:textId="77777777" w:rsidR="0085747A" w:rsidRPr="00664DD3" w:rsidRDefault="00F974DA" w:rsidP="009624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8278E91" w14:textId="77777777" w:rsidR="0085747A" w:rsidRPr="00664DD3" w:rsidRDefault="009F4610" w:rsidP="009624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0953036" w14:textId="77777777" w:rsidR="00923D7D" w:rsidRPr="00664DD3" w:rsidRDefault="0085747A" w:rsidP="009624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66751CB" w14:textId="77777777" w:rsidR="0085747A" w:rsidRPr="00664DD3" w:rsidRDefault="0085747A" w:rsidP="009624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64DD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64DD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664DD3" w14:paraId="6DAC7ADF" w14:textId="77777777" w:rsidTr="00B37A45">
        <w:tc>
          <w:tcPr>
            <w:tcW w:w="1962" w:type="dxa"/>
          </w:tcPr>
          <w:p w14:paraId="07C1FF98" w14:textId="77777777" w:rsidR="0085747A" w:rsidRPr="00664DD3" w:rsidRDefault="003473BC" w:rsidP="00962491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E</w:t>
            </w:r>
            <w:r w:rsidR="0085747A" w:rsidRPr="00664DD3">
              <w:rPr>
                <w:rFonts w:ascii="Corbel" w:hAnsi="Corbel"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771082" w14:textId="77777777" w:rsidR="0085747A" w:rsidRPr="00664DD3" w:rsidRDefault="003473BC" w:rsidP="00F418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175204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4AC11E19" w14:textId="3AF5BD89" w:rsidR="0085747A" w:rsidRPr="00664DD3" w:rsidRDefault="00B37A45" w:rsidP="009624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B37A45" w:rsidRPr="00664DD3" w14:paraId="1ECB7372" w14:textId="77777777" w:rsidTr="00B37A45">
        <w:tc>
          <w:tcPr>
            <w:tcW w:w="1962" w:type="dxa"/>
          </w:tcPr>
          <w:p w14:paraId="0CF2BC65" w14:textId="77777777" w:rsidR="00B37A45" w:rsidRPr="00664DD3" w:rsidRDefault="00B37A45" w:rsidP="00B37A4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57321A13" w14:textId="77777777" w:rsidR="00B37A45" w:rsidRPr="00664DD3" w:rsidRDefault="00B37A45" w:rsidP="00B37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81F2B43" w14:textId="7D429EA6" w:rsidR="00B37A45" w:rsidRPr="00664DD3" w:rsidRDefault="00B37A45" w:rsidP="00B37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B37A45" w:rsidRPr="00664DD3" w14:paraId="03141DA3" w14:textId="77777777" w:rsidTr="00B37A45">
        <w:tc>
          <w:tcPr>
            <w:tcW w:w="1962" w:type="dxa"/>
          </w:tcPr>
          <w:p w14:paraId="7E18A88A" w14:textId="77777777" w:rsidR="00B37A45" w:rsidRPr="00664DD3" w:rsidRDefault="00B37A45" w:rsidP="00B37A4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1306A4F4" w14:textId="4B8B96BD" w:rsidR="00B37A45" w:rsidRPr="00664DD3" w:rsidRDefault="00B37A45" w:rsidP="00B37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F2F0FF" w14:textId="3D237E0F" w:rsidR="00B37A45" w:rsidRPr="00664DD3" w:rsidRDefault="00B37A45" w:rsidP="00B37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B37A45" w:rsidRPr="00664DD3" w14:paraId="17AE4B93" w14:textId="77777777" w:rsidTr="00B37A45">
        <w:tc>
          <w:tcPr>
            <w:tcW w:w="1962" w:type="dxa"/>
          </w:tcPr>
          <w:p w14:paraId="35C1B621" w14:textId="77777777" w:rsidR="00B37A45" w:rsidRPr="00664DD3" w:rsidRDefault="00B37A45" w:rsidP="00B37A45">
            <w:pPr>
              <w:spacing w:after="0"/>
              <w:rPr>
                <w:rFonts w:ascii="Corbel" w:hAnsi="Corbel"/>
                <w:sz w:val="24"/>
                <w:szCs w:val="24"/>
              </w:rPr>
            </w:pPr>
            <w:bookmarkStart w:id="3" w:name="OLE_LINK1"/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6374F300" w14:textId="53F79AB5" w:rsidR="00B37A45" w:rsidRPr="00664DD3" w:rsidRDefault="00B37A45" w:rsidP="00B37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189B44E2" w14:textId="36F2739A" w:rsidR="00B37A45" w:rsidRPr="00664DD3" w:rsidRDefault="00B37A45" w:rsidP="00B37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bookmarkEnd w:id="3"/>
    </w:tbl>
    <w:p w14:paraId="14960618" w14:textId="77777777" w:rsidR="00923D7D" w:rsidRPr="00664DD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748954" w14:textId="77777777" w:rsidR="0085747A" w:rsidRPr="00664DD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64DD3">
        <w:rPr>
          <w:rFonts w:ascii="Corbel" w:hAnsi="Corbel"/>
          <w:smallCaps w:val="0"/>
          <w:szCs w:val="24"/>
        </w:rPr>
        <w:t xml:space="preserve">4.2 </w:t>
      </w:r>
      <w:r w:rsidR="0085747A" w:rsidRPr="00664DD3">
        <w:rPr>
          <w:rFonts w:ascii="Corbel" w:hAnsi="Corbel"/>
          <w:smallCaps w:val="0"/>
          <w:szCs w:val="24"/>
        </w:rPr>
        <w:t>Warunki zaliczenia przedmiotu (kryteria oceniania)</w:t>
      </w:r>
    </w:p>
    <w:p w14:paraId="43C547B6" w14:textId="77777777" w:rsidR="00923D7D" w:rsidRPr="00664DD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64DD3" w14:paraId="133D56DE" w14:textId="77777777" w:rsidTr="009C2797">
        <w:tc>
          <w:tcPr>
            <w:tcW w:w="9670" w:type="dxa"/>
          </w:tcPr>
          <w:p w14:paraId="025CF60D" w14:textId="77777777" w:rsidR="007114E1" w:rsidRPr="00664DD3" w:rsidRDefault="007114E1" w:rsidP="0049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Zaliczenie w formie pisemnej (składający się z testu</w:t>
            </w:r>
            <w:r w:rsidR="004914B8"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 pozwalającego na weryfikację wiedzy, umiejętności analitycznych i kompetencji społecznych</w:t>
            </w:r>
            <w:r w:rsidRPr="00664DD3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  <w:p w14:paraId="4357F789" w14:textId="77777777" w:rsidR="004914B8" w:rsidRPr="00664DD3" w:rsidRDefault="004914B8" w:rsidP="004914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Ocena:</w:t>
            </w:r>
          </w:p>
          <w:p w14:paraId="20C0200F" w14:textId="77777777" w:rsidR="004914B8" w:rsidRPr="00664DD3" w:rsidRDefault="004914B8" w:rsidP="004914B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 xml:space="preserve">3,0 wymaga zdobycia 51% maksymalnej liczby punktów </w:t>
            </w:r>
          </w:p>
          <w:p w14:paraId="059AAF67" w14:textId="77777777" w:rsidR="004914B8" w:rsidRPr="00664DD3" w:rsidRDefault="004914B8" w:rsidP="004914B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3,5 wymaga zdobycia 52-60% maksymalnej liczby punktów</w:t>
            </w:r>
          </w:p>
          <w:p w14:paraId="1A47AEA1" w14:textId="77777777" w:rsidR="004914B8" w:rsidRPr="00664DD3" w:rsidRDefault="004914B8" w:rsidP="004914B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4,0 wymaga zdobycia 61-75% maksymalnej liczby punktów</w:t>
            </w:r>
          </w:p>
          <w:p w14:paraId="4B031068" w14:textId="77777777" w:rsidR="004914B8" w:rsidRPr="00664DD3" w:rsidRDefault="004914B8" w:rsidP="004914B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4,5 wymaga zdobycia 76-85% maksymalnej liczby punktów</w:t>
            </w:r>
          </w:p>
          <w:p w14:paraId="4F994F48" w14:textId="77777777" w:rsidR="0085747A" w:rsidRPr="00664DD3" w:rsidRDefault="004914B8" w:rsidP="004914B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5,0 wymaga zdobycia pow. 85% maksymalnej liczby punktów</w:t>
            </w:r>
          </w:p>
          <w:p w14:paraId="47834D68" w14:textId="77777777" w:rsidR="004914B8" w:rsidRPr="00664DD3" w:rsidRDefault="004914B8" w:rsidP="004914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przypisanych przez prowadzącego zajęcia do poszczególnych pytań testowych składających się na zaliczenie przedmiotu.</w:t>
            </w:r>
          </w:p>
        </w:tc>
      </w:tr>
    </w:tbl>
    <w:p w14:paraId="333A2C16" w14:textId="77777777" w:rsidR="0085747A" w:rsidRPr="00664D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BA0CA0" w14:textId="77777777" w:rsidR="009F4610" w:rsidRPr="00664DD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64DD3">
        <w:rPr>
          <w:rFonts w:ascii="Corbel" w:hAnsi="Corbel"/>
          <w:b/>
          <w:sz w:val="24"/>
          <w:szCs w:val="24"/>
        </w:rPr>
        <w:t xml:space="preserve">5. </w:t>
      </w:r>
      <w:r w:rsidR="00C61DC5" w:rsidRPr="00664DD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1833EA6" w14:textId="77777777" w:rsidR="0085747A" w:rsidRPr="00664D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64DD3" w14:paraId="0E388B2C" w14:textId="77777777" w:rsidTr="009C2797">
        <w:trPr>
          <w:jc w:val="center"/>
        </w:trPr>
        <w:tc>
          <w:tcPr>
            <w:tcW w:w="4962" w:type="dxa"/>
            <w:vAlign w:val="center"/>
          </w:tcPr>
          <w:p w14:paraId="33074F0E" w14:textId="77777777" w:rsidR="0085747A" w:rsidRPr="00664DD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64DD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64DD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64DD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A70A361" w14:textId="77777777" w:rsidR="0085747A" w:rsidRPr="00664DD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64DD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64DD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64DD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64DD3" w14:paraId="33D185A4" w14:textId="77777777" w:rsidTr="009C2797">
        <w:trPr>
          <w:jc w:val="center"/>
        </w:trPr>
        <w:tc>
          <w:tcPr>
            <w:tcW w:w="4962" w:type="dxa"/>
          </w:tcPr>
          <w:p w14:paraId="2A3FBCAD" w14:textId="77777777" w:rsidR="0085747A" w:rsidRPr="00664DD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G</w:t>
            </w:r>
            <w:r w:rsidR="0085747A" w:rsidRPr="00664DD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64DD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64DD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64DD3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64DD3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64DD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64DD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A35FA55" w14:textId="5EAA08FE" w:rsidR="0085747A" w:rsidRPr="00664DD3" w:rsidRDefault="00802685" w:rsidP="009624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664DD3" w14:paraId="60F19159" w14:textId="77777777" w:rsidTr="009C2797">
        <w:trPr>
          <w:jc w:val="center"/>
        </w:trPr>
        <w:tc>
          <w:tcPr>
            <w:tcW w:w="4962" w:type="dxa"/>
          </w:tcPr>
          <w:p w14:paraId="0800BA99" w14:textId="77777777" w:rsidR="00C61DC5" w:rsidRPr="00664DD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64DD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F034724" w14:textId="77777777" w:rsidR="00C61DC5" w:rsidRPr="00664DD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BCCF576" w14:textId="77777777" w:rsidR="00C61DC5" w:rsidRPr="00664DD3" w:rsidRDefault="000C356C" w:rsidP="009624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664DD3" w14:paraId="3B1148D1" w14:textId="77777777" w:rsidTr="009C2797">
        <w:trPr>
          <w:jc w:val="center"/>
        </w:trPr>
        <w:tc>
          <w:tcPr>
            <w:tcW w:w="4962" w:type="dxa"/>
          </w:tcPr>
          <w:p w14:paraId="2E61E93C" w14:textId="77777777" w:rsidR="00C61DC5" w:rsidRPr="00664DD3" w:rsidRDefault="00C61DC5" w:rsidP="00F418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64DD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64DD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62491" w:rsidRPr="00664DD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64DD3">
              <w:rPr>
                <w:rFonts w:ascii="Corbel" w:hAnsi="Corbel"/>
                <w:sz w:val="24"/>
                <w:szCs w:val="24"/>
              </w:rPr>
              <w:t>(przygotowanie do</w:t>
            </w:r>
            <w:r w:rsidR="00F4188B" w:rsidRPr="00664DD3">
              <w:rPr>
                <w:rFonts w:ascii="Corbel" w:hAnsi="Corbel"/>
                <w:sz w:val="24"/>
                <w:szCs w:val="24"/>
              </w:rPr>
              <w:t xml:space="preserve"> kolokwium zaliczeniowego</w:t>
            </w:r>
            <w:r w:rsidRPr="00664DD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D3D7DD5" w14:textId="41D7231D" w:rsidR="00C61DC5" w:rsidRPr="00664DD3" w:rsidRDefault="000C356C" w:rsidP="009624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3</w:t>
            </w:r>
            <w:r w:rsidR="0039306D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664DD3" w14:paraId="1126EE76" w14:textId="77777777" w:rsidTr="009C2797">
        <w:trPr>
          <w:jc w:val="center"/>
        </w:trPr>
        <w:tc>
          <w:tcPr>
            <w:tcW w:w="4962" w:type="dxa"/>
          </w:tcPr>
          <w:p w14:paraId="21235E42" w14:textId="77777777" w:rsidR="0085747A" w:rsidRPr="00664DD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4E3C5C4" w14:textId="77777777" w:rsidR="0085747A" w:rsidRPr="00664DD3" w:rsidRDefault="000C356C" w:rsidP="009624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664DD3" w14:paraId="47B9085C" w14:textId="77777777" w:rsidTr="009C2797">
        <w:trPr>
          <w:jc w:val="center"/>
        </w:trPr>
        <w:tc>
          <w:tcPr>
            <w:tcW w:w="4962" w:type="dxa"/>
          </w:tcPr>
          <w:p w14:paraId="1D96DAD1" w14:textId="77777777" w:rsidR="0085747A" w:rsidRPr="00664DD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64DD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F555560" w14:textId="77777777" w:rsidR="0085747A" w:rsidRPr="00664DD3" w:rsidRDefault="000C356C" w:rsidP="009624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0828C03" w14:textId="77777777" w:rsidR="0085747A" w:rsidRPr="00664DD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64DD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64DD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B4219B8" w14:textId="77777777" w:rsidR="003E1941" w:rsidRPr="00664DD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E17E63" w14:textId="77777777" w:rsidR="0085747A" w:rsidRPr="00664DD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64DD3">
        <w:rPr>
          <w:rFonts w:ascii="Corbel" w:hAnsi="Corbel"/>
          <w:smallCaps w:val="0"/>
          <w:szCs w:val="24"/>
        </w:rPr>
        <w:t xml:space="preserve">6. </w:t>
      </w:r>
      <w:r w:rsidR="0085747A" w:rsidRPr="00664DD3">
        <w:rPr>
          <w:rFonts w:ascii="Corbel" w:hAnsi="Corbel"/>
          <w:smallCaps w:val="0"/>
          <w:szCs w:val="24"/>
        </w:rPr>
        <w:t>PRAKTYKI ZAWO</w:t>
      </w:r>
      <w:r w:rsidR="009D3F3B" w:rsidRPr="00664DD3">
        <w:rPr>
          <w:rFonts w:ascii="Corbel" w:hAnsi="Corbel"/>
          <w:smallCaps w:val="0"/>
          <w:szCs w:val="24"/>
        </w:rPr>
        <w:t>DOWE W RAMACH PRZEDMIOTU</w:t>
      </w:r>
    </w:p>
    <w:p w14:paraId="02BA6DF1" w14:textId="77777777" w:rsidR="0085747A" w:rsidRPr="00664DD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85747A" w:rsidRPr="00664DD3" w14:paraId="7657AA55" w14:textId="77777777" w:rsidTr="00962491">
        <w:trPr>
          <w:trHeight w:val="397"/>
          <w:jc w:val="center"/>
        </w:trPr>
        <w:tc>
          <w:tcPr>
            <w:tcW w:w="3544" w:type="dxa"/>
          </w:tcPr>
          <w:p w14:paraId="45185F16" w14:textId="77777777" w:rsidR="0085747A" w:rsidRPr="00664D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44" w:type="dxa"/>
          </w:tcPr>
          <w:p w14:paraId="5304B319" w14:textId="77777777" w:rsidR="0085747A" w:rsidRPr="00664DD3" w:rsidRDefault="00962491" w:rsidP="009624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64DD3" w14:paraId="44CA2744" w14:textId="77777777" w:rsidTr="00962491">
        <w:trPr>
          <w:trHeight w:val="397"/>
          <w:jc w:val="center"/>
        </w:trPr>
        <w:tc>
          <w:tcPr>
            <w:tcW w:w="3544" w:type="dxa"/>
          </w:tcPr>
          <w:p w14:paraId="1C2E806F" w14:textId="77777777" w:rsidR="0085747A" w:rsidRPr="00664D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44" w:type="dxa"/>
          </w:tcPr>
          <w:p w14:paraId="3F01D80C" w14:textId="77777777" w:rsidR="0085747A" w:rsidRPr="00664DD3" w:rsidRDefault="00962491" w:rsidP="009624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A512C8E" w14:textId="77777777" w:rsidR="003E1941" w:rsidRPr="00664DD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26F6B0" w14:textId="77777777" w:rsidR="0085747A" w:rsidRPr="00664DD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64DD3">
        <w:rPr>
          <w:rFonts w:ascii="Corbel" w:hAnsi="Corbel"/>
          <w:smallCaps w:val="0"/>
          <w:szCs w:val="24"/>
        </w:rPr>
        <w:t xml:space="preserve">7. </w:t>
      </w:r>
      <w:r w:rsidR="0085747A" w:rsidRPr="00664DD3">
        <w:rPr>
          <w:rFonts w:ascii="Corbel" w:hAnsi="Corbel"/>
          <w:smallCaps w:val="0"/>
          <w:szCs w:val="24"/>
        </w:rPr>
        <w:t>LITERATURA</w:t>
      </w:r>
    </w:p>
    <w:p w14:paraId="6CD29321" w14:textId="77777777" w:rsidR="00675843" w:rsidRPr="00664DD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64DD3" w14:paraId="1CBF204A" w14:textId="77777777" w:rsidTr="00962491">
        <w:trPr>
          <w:trHeight w:val="397"/>
          <w:jc w:val="center"/>
        </w:trPr>
        <w:tc>
          <w:tcPr>
            <w:tcW w:w="7513" w:type="dxa"/>
          </w:tcPr>
          <w:p w14:paraId="656346FB" w14:textId="77777777" w:rsidR="0085747A" w:rsidRPr="00664DD3" w:rsidRDefault="0085747A" w:rsidP="00DF15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A6FDE6" w14:textId="77777777" w:rsidR="003251B2" w:rsidRPr="00664DD3" w:rsidRDefault="00CD2BE6" w:rsidP="00DF15A5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Bednarczyk. </w:t>
            </w:r>
            <w:proofErr w:type="gramStart"/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 .</w:t>
            </w:r>
            <w:proofErr w:type="gramEnd"/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(2001). </w:t>
            </w:r>
            <w:r w:rsidR="004914B8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Organizacje publiczne</w:t>
            </w: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zarządzanie </w:t>
            </w:r>
            <w:proofErr w:type="gramStart"/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konkurencyjn</w:t>
            </w:r>
            <w:r w:rsidR="004914B8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ością ,</w:t>
            </w:r>
            <w:proofErr w:type="gramEnd"/>
            <w:r w:rsidR="004914B8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Wydaw. Naukowe PWN</w:t>
            </w:r>
            <w:r w:rsidR="004914B8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D673DEB" w14:textId="77777777" w:rsidR="00CD2BE6" w:rsidRPr="00664DD3" w:rsidRDefault="00495BB8" w:rsidP="00DF15A5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Innowacje w zarządzaniu przedsiębiorstwem oraz instytucjami sektora publicznego: teoria i praktyka </w:t>
            </w:r>
            <w:r w:rsidR="004914B8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(2010), praca zbiorowa </w:t>
            </w: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 red. H</w:t>
            </w:r>
            <w:r w:rsidR="004914B8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Bienioka i T</w:t>
            </w:r>
            <w:r w:rsidR="004914B8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Kraśnickiej, </w:t>
            </w: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Akademii Ekonomicznej im. Karola Adamieckiego, </w:t>
            </w:r>
            <w:r w:rsidR="004914B8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Katowice.</w:t>
            </w:r>
          </w:p>
        </w:tc>
      </w:tr>
      <w:tr w:rsidR="0085747A" w:rsidRPr="00664DD3" w14:paraId="43E87D42" w14:textId="77777777" w:rsidTr="00962491">
        <w:trPr>
          <w:trHeight w:val="397"/>
          <w:jc w:val="center"/>
        </w:trPr>
        <w:tc>
          <w:tcPr>
            <w:tcW w:w="7513" w:type="dxa"/>
          </w:tcPr>
          <w:p w14:paraId="6B466809" w14:textId="77777777" w:rsidR="0085747A" w:rsidRPr="00664DD3" w:rsidRDefault="0085747A" w:rsidP="00DF15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712011B" w14:textId="77777777" w:rsidR="00495BB8" w:rsidRPr="00664DD3" w:rsidRDefault="00495BB8" w:rsidP="00DF15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3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 xml:space="preserve">Wojciechowski E. (2014). </w:t>
            </w:r>
            <w:r w:rsidR="00CD2BE6" w:rsidRPr="00664DD3">
              <w:rPr>
                <w:rFonts w:ascii="Corbel" w:hAnsi="Corbel"/>
                <w:sz w:val="24"/>
                <w:szCs w:val="24"/>
              </w:rPr>
              <w:t>Władza lokalna a</w:t>
            </w:r>
            <w:r w:rsidR="004914B8" w:rsidRPr="00664DD3">
              <w:rPr>
                <w:rFonts w:ascii="Corbel" w:hAnsi="Corbel"/>
                <w:sz w:val="24"/>
                <w:szCs w:val="24"/>
              </w:rPr>
              <w:t xml:space="preserve"> państwo, społeczeństwo i rynek</w:t>
            </w:r>
            <w:r w:rsidR="00CD2BE6" w:rsidRPr="00664DD3">
              <w:rPr>
                <w:rFonts w:ascii="Corbel" w:hAnsi="Corbel"/>
                <w:sz w:val="24"/>
                <w:szCs w:val="24"/>
              </w:rPr>
              <w:t>: współpraca i konkurenc</w:t>
            </w:r>
            <w:r w:rsidRPr="00664DD3">
              <w:rPr>
                <w:rFonts w:ascii="Corbel" w:hAnsi="Corbel"/>
                <w:sz w:val="24"/>
                <w:szCs w:val="24"/>
              </w:rPr>
              <w:t>ja.</w:t>
            </w:r>
            <w:r w:rsidR="00CD2BE6" w:rsidRPr="00664DD3">
              <w:rPr>
                <w:rFonts w:ascii="Corbel" w:hAnsi="Corbel"/>
                <w:color w:val="000000"/>
                <w:sz w:val="24"/>
                <w:szCs w:val="24"/>
              </w:rPr>
              <w:t xml:space="preserve"> Wyd</w:t>
            </w:r>
            <w:r w:rsidR="004914B8" w:rsidRPr="00664DD3">
              <w:rPr>
                <w:rFonts w:ascii="Corbel" w:hAnsi="Corbel"/>
                <w:color w:val="000000"/>
                <w:sz w:val="24"/>
                <w:szCs w:val="24"/>
              </w:rPr>
              <w:t>awnictwo Uniwersytetu Łódzkiego</w:t>
            </w:r>
            <w:r w:rsidR="00DF15A5" w:rsidRPr="00664DD3">
              <w:rPr>
                <w:rFonts w:ascii="Corbel" w:hAnsi="Corbel"/>
                <w:color w:val="000000"/>
                <w:sz w:val="24"/>
                <w:szCs w:val="24"/>
              </w:rPr>
              <w:t>, Łódź</w:t>
            </w:r>
            <w:r w:rsidR="00CD2BE6" w:rsidRPr="00664DD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58C12892" w14:textId="77777777" w:rsidR="00495BB8" w:rsidRPr="00664DD3" w:rsidRDefault="00495BB8" w:rsidP="00DF15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3" w:hanging="357"/>
              <w:jc w:val="both"/>
            </w:pPr>
            <w:r w:rsidRPr="00664DD3">
              <w:rPr>
                <w:rFonts w:ascii="Corbel" w:hAnsi="Corbel"/>
                <w:color w:val="000000"/>
                <w:sz w:val="24"/>
                <w:szCs w:val="24"/>
              </w:rPr>
              <w:t>Innowacyjne metody i instrumenty zarządzania w organizacjach pu</w:t>
            </w:r>
            <w:r w:rsidR="004914B8" w:rsidRPr="00664DD3">
              <w:rPr>
                <w:rFonts w:ascii="Corbel" w:hAnsi="Corbel"/>
                <w:color w:val="000000"/>
                <w:sz w:val="24"/>
                <w:szCs w:val="24"/>
              </w:rPr>
              <w:t>blicznych: monografia naukowa</w:t>
            </w:r>
            <w:r w:rsidR="00DF15A5" w:rsidRPr="00664DD3">
              <w:rPr>
                <w:rFonts w:ascii="Corbel" w:hAnsi="Corbel"/>
                <w:color w:val="000000"/>
                <w:sz w:val="24"/>
                <w:szCs w:val="24"/>
              </w:rPr>
              <w:t xml:space="preserve"> (2012)</w:t>
            </w:r>
            <w:r w:rsidR="004914B8" w:rsidRPr="00664DD3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664DD3">
              <w:rPr>
                <w:rFonts w:ascii="Corbel" w:hAnsi="Corbel"/>
                <w:color w:val="000000"/>
                <w:sz w:val="24"/>
                <w:szCs w:val="24"/>
              </w:rPr>
              <w:t>pod red. A</w:t>
            </w:r>
            <w:r w:rsidR="004914B8" w:rsidRPr="00664DD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DF15A5" w:rsidRPr="00664DD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F15A5" w:rsidRPr="00664DD3">
              <w:rPr>
                <w:rFonts w:ascii="Corbel" w:hAnsi="Corbel"/>
                <w:color w:val="000000"/>
                <w:sz w:val="24"/>
                <w:szCs w:val="24"/>
              </w:rPr>
              <w:t>Gardockiej-Jałowiec</w:t>
            </w:r>
            <w:proofErr w:type="spellEnd"/>
            <w:r w:rsidR="00DF15A5" w:rsidRPr="00664DD3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664DD3">
              <w:rPr>
                <w:rFonts w:ascii="Corbel" w:hAnsi="Corbel"/>
                <w:color w:val="000000"/>
                <w:sz w:val="24"/>
                <w:szCs w:val="24"/>
              </w:rPr>
              <w:t xml:space="preserve">Wydawnictwo Uniwersytetu w </w:t>
            </w:r>
            <w:proofErr w:type="gramStart"/>
            <w:r w:rsidRPr="00664DD3">
              <w:rPr>
                <w:rFonts w:ascii="Corbel" w:hAnsi="Corbel"/>
                <w:color w:val="000000"/>
                <w:sz w:val="24"/>
                <w:szCs w:val="24"/>
              </w:rPr>
              <w:t>Białymstoku,</w:t>
            </w:r>
            <w:r w:rsidR="00DF15A5" w:rsidRPr="00664DD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4914B8" w:rsidRPr="00664DD3">
              <w:rPr>
                <w:rFonts w:ascii="Corbel" w:hAnsi="Corbel"/>
                <w:color w:val="000000"/>
                <w:sz w:val="24"/>
                <w:szCs w:val="24"/>
              </w:rPr>
              <w:t xml:space="preserve"> Białystok</w:t>
            </w:r>
            <w:proofErr w:type="gramEnd"/>
            <w:r w:rsidR="00DF15A5" w:rsidRPr="00664DD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053E58FC" w14:textId="77777777" w:rsidR="009C2797" w:rsidRPr="00664DD3" w:rsidRDefault="009C2797" w:rsidP="00DF15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3" w:hanging="357"/>
              <w:jc w:val="both"/>
            </w:pPr>
            <w:r w:rsidRPr="00664DD3">
              <w:rPr>
                <w:rFonts w:ascii="Corbel" w:hAnsi="Corbel"/>
                <w:sz w:val="24"/>
                <w:szCs w:val="24"/>
              </w:rPr>
              <w:t>Ślusarczyk, B. L. (2009</w:t>
            </w:r>
            <w:r w:rsidR="00DF15A5" w:rsidRPr="00664DD3">
              <w:rPr>
                <w:rFonts w:ascii="Corbel" w:hAnsi="Corbel"/>
                <w:sz w:val="24"/>
                <w:szCs w:val="24"/>
              </w:rPr>
              <w:t xml:space="preserve">). </w:t>
            </w:r>
            <w:r w:rsidRPr="00664DD3">
              <w:rPr>
                <w:rFonts w:ascii="Corbel" w:hAnsi="Corbel"/>
                <w:sz w:val="24"/>
                <w:szCs w:val="24"/>
              </w:rPr>
              <w:t>Determinanty międzynarodowej pozycji konkurencyjnej gospodarki po</w:t>
            </w:r>
            <w:r w:rsidR="00DF15A5" w:rsidRPr="00664DD3">
              <w:rPr>
                <w:rFonts w:ascii="Corbel" w:hAnsi="Corbel"/>
                <w:sz w:val="24"/>
                <w:szCs w:val="24"/>
              </w:rPr>
              <w:t xml:space="preserve">lskiej w okresie transformacji, </w:t>
            </w:r>
            <w:r w:rsidRPr="00664DD3">
              <w:rPr>
                <w:rFonts w:ascii="Corbel" w:hAnsi="Corbel"/>
                <w:sz w:val="24"/>
                <w:szCs w:val="24"/>
              </w:rPr>
              <w:t>Wydawnictwo Uniwersytetu Rzeszowskiego.</w:t>
            </w:r>
          </w:p>
        </w:tc>
      </w:tr>
    </w:tbl>
    <w:p w14:paraId="491A3248" w14:textId="77777777" w:rsidR="0085747A" w:rsidRPr="00664DD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07BDD0" w14:textId="77777777" w:rsidR="0085747A" w:rsidRPr="00664DD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099D3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64DD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1DC90B" w14:textId="77777777" w:rsidR="00073D74" w:rsidRDefault="00073D74" w:rsidP="00C16ABF">
      <w:pPr>
        <w:spacing w:after="0" w:line="240" w:lineRule="auto"/>
      </w:pPr>
      <w:r>
        <w:separator/>
      </w:r>
    </w:p>
  </w:endnote>
  <w:endnote w:type="continuationSeparator" w:id="0">
    <w:p w14:paraId="0B8654C6" w14:textId="77777777" w:rsidR="00073D74" w:rsidRDefault="00073D7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38FD2E" w14:textId="77777777" w:rsidR="00073D74" w:rsidRDefault="00073D74" w:rsidP="00C16ABF">
      <w:pPr>
        <w:spacing w:after="0" w:line="240" w:lineRule="auto"/>
      </w:pPr>
      <w:r>
        <w:separator/>
      </w:r>
    </w:p>
  </w:footnote>
  <w:footnote w:type="continuationSeparator" w:id="0">
    <w:p w14:paraId="59734B11" w14:textId="77777777" w:rsidR="00073D74" w:rsidRDefault="00073D74" w:rsidP="00C16ABF">
      <w:pPr>
        <w:spacing w:after="0" w:line="240" w:lineRule="auto"/>
      </w:pPr>
      <w:r>
        <w:continuationSeparator/>
      </w:r>
    </w:p>
  </w:footnote>
  <w:footnote w:id="1">
    <w:p w14:paraId="7B3E3F5D" w14:textId="77777777" w:rsidR="00DB050F" w:rsidRDefault="00DB050F" w:rsidP="00DB050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32CB4"/>
    <w:multiLevelType w:val="hybridMultilevel"/>
    <w:tmpl w:val="40BA69A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E6803"/>
    <w:multiLevelType w:val="hybridMultilevel"/>
    <w:tmpl w:val="523E9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B6424"/>
    <w:multiLevelType w:val="hybridMultilevel"/>
    <w:tmpl w:val="B18CC9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4642F0"/>
    <w:multiLevelType w:val="hybridMultilevel"/>
    <w:tmpl w:val="3DBA6BF2"/>
    <w:lvl w:ilvl="0" w:tplc="7B62DAA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4840"/>
    <w:rsid w:val="00042A51"/>
    <w:rsid w:val="00042D2E"/>
    <w:rsid w:val="00044C82"/>
    <w:rsid w:val="00070ED6"/>
    <w:rsid w:val="00073D74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56C"/>
    <w:rsid w:val="000C5F2A"/>
    <w:rsid w:val="000D04B0"/>
    <w:rsid w:val="000F1C57"/>
    <w:rsid w:val="000F315D"/>
    <w:rsid w:val="000F5615"/>
    <w:rsid w:val="00103191"/>
    <w:rsid w:val="00124BFF"/>
    <w:rsid w:val="0012560E"/>
    <w:rsid w:val="00127108"/>
    <w:rsid w:val="00134B13"/>
    <w:rsid w:val="00146BC0"/>
    <w:rsid w:val="00153C41"/>
    <w:rsid w:val="00154381"/>
    <w:rsid w:val="00156CAB"/>
    <w:rsid w:val="001640A7"/>
    <w:rsid w:val="00164FA7"/>
    <w:rsid w:val="00166A03"/>
    <w:rsid w:val="001718A7"/>
    <w:rsid w:val="001737CF"/>
    <w:rsid w:val="0017512A"/>
    <w:rsid w:val="00175204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132A"/>
    <w:rsid w:val="00244ABC"/>
    <w:rsid w:val="002568F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1B2"/>
    <w:rsid w:val="003343CF"/>
    <w:rsid w:val="00346FE9"/>
    <w:rsid w:val="003473BC"/>
    <w:rsid w:val="0034759A"/>
    <w:rsid w:val="003503F6"/>
    <w:rsid w:val="003530DD"/>
    <w:rsid w:val="00363F78"/>
    <w:rsid w:val="0039306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4B8"/>
    <w:rsid w:val="00491678"/>
    <w:rsid w:val="00495BB8"/>
    <w:rsid w:val="004968E2"/>
    <w:rsid w:val="004A3EEA"/>
    <w:rsid w:val="004A4D1F"/>
    <w:rsid w:val="004A57C4"/>
    <w:rsid w:val="004D5282"/>
    <w:rsid w:val="004E3906"/>
    <w:rsid w:val="004F1551"/>
    <w:rsid w:val="004F55A3"/>
    <w:rsid w:val="00503A83"/>
    <w:rsid w:val="0050496F"/>
    <w:rsid w:val="00513B6F"/>
    <w:rsid w:val="00517C63"/>
    <w:rsid w:val="00521B50"/>
    <w:rsid w:val="005363C4"/>
    <w:rsid w:val="00536BDE"/>
    <w:rsid w:val="00543ACC"/>
    <w:rsid w:val="00550642"/>
    <w:rsid w:val="00555326"/>
    <w:rsid w:val="0056696D"/>
    <w:rsid w:val="0059484D"/>
    <w:rsid w:val="005963A6"/>
    <w:rsid w:val="005A0855"/>
    <w:rsid w:val="005A133C"/>
    <w:rsid w:val="005A3196"/>
    <w:rsid w:val="005C080F"/>
    <w:rsid w:val="005C55E5"/>
    <w:rsid w:val="005C696A"/>
    <w:rsid w:val="005E6E85"/>
    <w:rsid w:val="005F31D2"/>
    <w:rsid w:val="006054B0"/>
    <w:rsid w:val="0061029B"/>
    <w:rsid w:val="00617230"/>
    <w:rsid w:val="00621CE1"/>
    <w:rsid w:val="00627FC9"/>
    <w:rsid w:val="00642B47"/>
    <w:rsid w:val="00647FA8"/>
    <w:rsid w:val="00650C5F"/>
    <w:rsid w:val="00654934"/>
    <w:rsid w:val="006620D9"/>
    <w:rsid w:val="00664DD3"/>
    <w:rsid w:val="00671958"/>
    <w:rsid w:val="00675843"/>
    <w:rsid w:val="00696477"/>
    <w:rsid w:val="006D050F"/>
    <w:rsid w:val="006D6139"/>
    <w:rsid w:val="006E5D65"/>
    <w:rsid w:val="006F1282"/>
    <w:rsid w:val="006F177A"/>
    <w:rsid w:val="006F1FBC"/>
    <w:rsid w:val="006F31E2"/>
    <w:rsid w:val="00706544"/>
    <w:rsid w:val="007072BA"/>
    <w:rsid w:val="007114E1"/>
    <w:rsid w:val="0071620A"/>
    <w:rsid w:val="00724677"/>
    <w:rsid w:val="00725459"/>
    <w:rsid w:val="007327BD"/>
    <w:rsid w:val="00734608"/>
    <w:rsid w:val="00745302"/>
    <w:rsid w:val="007461D6"/>
    <w:rsid w:val="00746EC8"/>
    <w:rsid w:val="00753673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2685"/>
    <w:rsid w:val="0081554D"/>
    <w:rsid w:val="0081707E"/>
    <w:rsid w:val="008449B3"/>
    <w:rsid w:val="008552A2"/>
    <w:rsid w:val="0085747A"/>
    <w:rsid w:val="00877A3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2491"/>
    <w:rsid w:val="00984B23"/>
    <w:rsid w:val="0098734C"/>
    <w:rsid w:val="00991867"/>
    <w:rsid w:val="00997F14"/>
    <w:rsid w:val="009A78D9"/>
    <w:rsid w:val="009A7FB1"/>
    <w:rsid w:val="009C2797"/>
    <w:rsid w:val="009C3E31"/>
    <w:rsid w:val="009C54AE"/>
    <w:rsid w:val="009C788E"/>
    <w:rsid w:val="009D3F3B"/>
    <w:rsid w:val="009E0543"/>
    <w:rsid w:val="009E3B41"/>
    <w:rsid w:val="009F11F5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171"/>
    <w:rsid w:val="00AB053C"/>
    <w:rsid w:val="00AD1146"/>
    <w:rsid w:val="00AD27D3"/>
    <w:rsid w:val="00AD66D6"/>
    <w:rsid w:val="00AE1160"/>
    <w:rsid w:val="00AE203C"/>
    <w:rsid w:val="00AE2E74"/>
    <w:rsid w:val="00AE5FCB"/>
    <w:rsid w:val="00AF0EF0"/>
    <w:rsid w:val="00AF2C1E"/>
    <w:rsid w:val="00B06142"/>
    <w:rsid w:val="00B135B1"/>
    <w:rsid w:val="00B3130B"/>
    <w:rsid w:val="00B37A45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E15"/>
    <w:rsid w:val="00BB0A7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50C0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4E80"/>
    <w:rsid w:val="00CD2BE6"/>
    <w:rsid w:val="00CD4702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050F"/>
    <w:rsid w:val="00DC6D0C"/>
    <w:rsid w:val="00DE09C0"/>
    <w:rsid w:val="00DE4A14"/>
    <w:rsid w:val="00DE555C"/>
    <w:rsid w:val="00DF15A5"/>
    <w:rsid w:val="00DF320D"/>
    <w:rsid w:val="00DF4796"/>
    <w:rsid w:val="00DF646C"/>
    <w:rsid w:val="00DF71C8"/>
    <w:rsid w:val="00E129B8"/>
    <w:rsid w:val="00E21E7D"/>
    <w:rsid w:val="00E22FBC"/>
    <w:rsid w:val="00E24BF5"/>
    <w:rsid w:val="00E25338"/>
    <w:rsid w:val="00E426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3E6"/>
    <w:rsid w:val="00F01690"/>
    <w:rsid w:val="00F070AB"/>
    <w:rsid w:val="00F167C5"/>
    <w:rsid w:val="00F17567"/>
    <w:rsid w:val="00F1766E"/>
    <w:rsid w:val="00F27A7B"/>
    <w:rsid w:val="00F4188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05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20852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13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13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132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3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32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C0854-B674-4AE4-B175-E050A53114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26EDE2-A5ED-4703-B36F-D6DCECB6AC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F1A158-862C-42FA-842D-16ADA98057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C8EA54-AA71-48C0-96DF-E251A5F37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947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Kazimierz Cyran</cp:lastModifiedBy>
  <cp:revision>5</cp:revision>
  <cp:lastPrinted>2019-02-06T12:12:00Z</cp:lastPrinted>
  <dcterms:created xsi:type="dcterms:W3CDTF">2020-12-20T06:04:00Z</dcterms:created>
  <dcterms:modified xsi:type="dcterms:W3CDTF">2021-02-09T09:34:00Z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